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EE54D9" w14:textId="77777777" w:rsidR="00315D53" w:rsidRDefault="0071620A" w:rsidP="00315D53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15D53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39DC4880" w14:textId="47EAFCBA" w:rsidR="0085747A" w:rsidRPr="00AA2E0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</w:p>
    <w:p w14:paraId="7D6B3263" w14:textId="2BD8664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15D53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315D53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148C5F4E" w:rsidR="0085747A" w:rsidRPr="009C54AE" w:rsidRDefault="00345E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2D1015C8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1054FE98" w:rsidR="00015B8F" w:rsidRPr="009C54AE" w:rsidRDefault="00613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występujących współzależności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288A2595" w:rsidR="0085747A" w:rsidRPr="009C54AE" w:rsidRDefault="00613F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17BDD7D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13F0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Panek E., Ekonomia matematyczna, Wyd.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C3E73" w14:textId="77777777" w:rsidR="00E201F9" w:rsidRDefault="00E201F9" w:rsidP="00C16ABF">
      <w:pPr>
        <w:spacing w:after="0" w:line="240" w:lineRule="auto"/>
      </w:pPr>
      <w:r>
        <w:separator/>
      </w:r>
    </w:p>
  </w:endnote>
  <w:endnote w:type="continuationSeparator" w:id="0">
    <w:p w14:paraId="21EF271B" w14:textId="77777777" w:rsidR="00E201F9" w:rsidRDefault="00E201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4EBAE" w14:textId="77777777" w:rsidR="00E201F9" w:rsidRDefault="00E201F9" w:rsidP="00C16ABF">
      <w:pPr>
        <w:spacing w:after="0" w:line="240" w:lineRule="auto"/>
      </w:pPr>
      <w:r>
        <w:separator/>
      </w:r>
    </w:p>
  </w:footnote>
  <w:footnote w:type="continuationSeparator" w:id="0">
    <w:p w14:paraId="6BE27774" w14:textId="77777777" w:rsidR="00E201F9" w:rsidRDefault="00E201F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7CA9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53"/>
    <w:rsid w:val="003343CF"/>
    <w:rsid w:val="00345E25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17E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3F05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01F9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308FE8-4469-4823-9D83-FCD8FEBE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2020-10-14T14:22:00Z</dcterms:created>
  <dcterms:modified xsi:type="dcterms:W3CDTF">2021-11-08T07:53:00Z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